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C8E" w:rsidRDefault="000F1C8E" w:rsidP="006E24AB">
      <w:pPr>
        <w:pStyle w:val="ListParagraph"/>
        <w:ind w:left="540" w:firstLine="90"/>
      </w:pPr>
    </w:p>
    <w:p w:rsidR="000F1C8E" w:rsidRDefault="000F1C8E" w:rsidP="0063227B">
      <w:pPr>
        <w:pStyle w:val="ListParagraph"/>
      </w:pPr>
    </w:p>
    <w:p w:rsidR="000F1C8E" w:rsidRDefault="000F1C8E" w:rsidP="0063227B">
      <w:pPr>
        <w:pStyle w:val="ListParagraph"/>
        <w:ind w:left="360"/>
      </w:pPr>
      <w:r>
        <w:rPr>
          <w:noProof/>
          <w:lang w:val="en-US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left:0;text-align:left;margin-left:355.4pt;margin-top:6.9pt;width:152.25pt;height:108.75pt;z-index:251657216"/>
        </w:pict>
      </w:r>
      <w:r>
        <w:rPr>
          <w:noProof/>
          <w:lang w:val="en-US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7" type="#_x0000_t66" style="position:absolute;left:0;text-align:left;margin-left:185.25pt;margin-top:6.9pt;width:165pt;height:108.75pt;z-index:251656192"/>
        </w:pi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F1C8E" w:rsidRDefault="000F1C8E" w:rsidP="006E24AB">
      <w:r>
        <w:t>A Field of study which is concerned with the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The application of technology</w:t>
      </w:r>
    </w:p>
    <w:p w:rsidR="000F1C8E" w:rsidRDefault="000F1C8E" w:rsidP="006E24AB"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66.65pt;margin-top:11.55pt;width:94.6pt;height:45.75pt;z-index:251659264">
            <v:textbox style="mso-next-textbox:#_x0000_s1028">
              <w:txbxContent>
                <w:p w:rsidR="000F1C8E" w:rsidRPr="0063227B" w:rsidRDefault="000F1C8E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3227B">
                    <w:rPr>
                      <w:rFonts w:ascii="Arial" w:hAnsi="Arial" w:cs="Arial"/>
                      <w:sz w:val="28"/>
                      <w:szCs w:val="28"/>
                    </w:rPr>
                    <w:t>Technology in Education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29" type="#_x0000_t202" style="position:absolute;left:0;text-align:left;margin-left:241.4pt;margin-top:11.55pt;width:94.6pt;height:45.75pt;z-index:251658240">
            <v:textbox style="mso-next-textbox:#_x0000_s1029">
              <w:txbxContent>
                <w:p w:rsidR="000F1C8E" w:rsidRPr="00142D73" w:rsidRDefault="000F1C8E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142D73">
                    <w:rPr>
                      <w:rFonts w:ascii="Arial" w:hAnsi="Arial" w:cs="Arial"/>
                      <w:sz w:val="28"/>
                      <w:szCs w:val="28"/>
                    </w:rPr>
                    <w:t>Education Technology</w:t>
                  </w:r>
                </w:p>
              </w:txbxContent>
            </v:textbox>
          </v:shape>
        </w:pict>
      </w:r>
      <w:r>
        <w:t>practice of using educational methods and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to any of the processes involved </w:t>
      </w:r>
    </w:p>
    <w:p w:rsidR="000F1C8E" w:rsidRDefault="000F1C8E" w:rsidP="006E24AB">
      <w:r>
        <w:t>resources for the ultimate goal of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 operating the institutions</w:t>
      </w:r>
    </w:p>
    <w:p w:rsidR="000F1C8E" w:rsidRDefault="000F1C8E" w:rsidP="006E24AB">
      <w:r>
        <w:t>facilitating the learning process.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which house the educational</w:t>
      </w:r>
    </w:p>
    <w:p w:rsidR="000F1C8E" w:rsidRDefault="000F1C8E" w:rsidP="006E24AB">
      <w:pPr>
        <w:pStyle w:val="ListParagraph"/>
        <w:ind w:left="5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enterprise.</w:t>
      </w:r>
    </w:p>
    <w:p w:rsidR="000F1C8E" w:rsidRDefault="000F1C8E" w:rsidP="006E24AB">
      <w:r>
        <w:t>A field involved in applying a complex,</w:t>
      </w:r>
    </w:p>
    <w:p w:rsidR="000F1C8E" w:rsidRDefault="000F1C8E" w:rsidP="006E24AB">
      <w:r>
        <w:t>integrated process to analyze and solve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Refers to the tools such as blogs,</w:t>
      </w:r>
    </w:p>
    <w:p w:rsidR="000F1C8E" w:rsidRDefault="000F1C8E" w:rsidP="006E24AB">
      <w:r>
        <w:t>problems in human learning.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tablets, active boards, etc. </w:t>
      </w:r>
    </w:p>
    <w:p w:rsidR="000F1C8E" w:rsidRDefault="000F1C8E" w:rsidP="004C3D8E"/>
    <w:p w:rsidR="000F1C8E" w:rsidRDefault="000F1C8E" w:rsidP="004C3D8E">
      <w:pPr>
        <w:ind w:left="8640" w:hanging="8640"/>
      </w:pPr>
      <w:r>
        <w:t>The soft science behind the integration of technology in education.</w:t>
      </w:r>
      <w:r>
        <w:tab/>
      </w:r>
      <w:r>
        <w:tab/>
        <w:t>Focuses on the use of computers,</w:t>
      </w:r>
    </w:p>
    <w:p w:rsidR="000F1C8E" w:rsidRDefault="000F1C8E" w:rsidP="004C3D8E">
      <w:pPr>
        <w:ind w:left="8640" w:hanging="8640"/>
      </w:pPr>
      <w:r>
        <w:tab/>
      </w:r>
      <w:r>
        <w:tab/>
        <w:t>Information systems, audiovisual</w:t>
      </w:r>
    </w:p>
    <w:p w:rsidR="000F1C8E" w:rsidRDefault="000F1C8E" w:rsidP="00203E8D">
      <w:pPr>
        <w:ind w:left="8640" w:hanging="8640"/>
      </w:pPr>
      <w:r w:rsidRPr="004C3D8E">
        <w:t>It is a systematic, iterative process for design</w:t>
      </w:r>
      <w:r>
        <w:t>ing instruction or training used</w:t>
      </w:r>
      <w:r>
        <w:tab/>
      </w:r>
      <w:r>
        <w:tab/>
        <w:t>equipment, and other media.</w:t>
      </w:r>
    </w:p>
    <w:p w:rsidR="000F1C8E" w:rsidRDefault="000F1C8E" w:rsidP="00203E8D">
      <w:pPr>
        <w:ind w:left="8640" w:hanging="8640"/>
      </w:pPr>
      <w:r>
        <w:t>to improve performance.</w:t>
      </w:r>
    </w:p>
    <w:p w:rsidR="000F1C8E" w:rsidRPr="00203E8D" w:rsidRDefault="000F1C8E" w:rsidP="00203E8D">
      <w:r w:rsidRPr="004C3D8E">
        <w:tab/>
      </w:r>
      <w:r>
        <w:t xml:space="preserve"> </w:t>
      </w:r>
    </w:p>
    <w:p w:rsidR="000F1C8E" w:rsidRDefault="000F1C8E" w:rsidP="00203E8D">
      <w:r w:rsidRPr="00203E8D">
        <w:t>The study and ethical practice of facilitating lea</w:t>
      </w:r>
      <w:r>
        <w:t>rning and improving performance</w:t>
      </w:r>
      <w:r>
        <w:tab/>
      </w:r>
      <w:r>
        <w:tab/>
      </w:r>
      <w:r>
        <w:tab/>
        <w:t xml:space="preserve">The use of technology to improve </w:t>
      </w:r>
    </w:p>
    <w:p w:rsidR="000F1C8E" w:rsidRPr="00203E8D" w:rsidRDefault="000F1C8E" w:rsidP="00203E8D">
      <w:r w:rsidRPr="00203E8D">
        <w:t>by creating, using and managing appropriate technological processes and resources. </w:t>
      </w:r>
      <w:r>
        <w:tab/>
      </w:r>
      <w:r>
        <w:tab/>
      </w:r>
      <w:r>
        <w:tab/>
        <w:t>education.</w:t>
      </w:r>
    </w:p>
    <w:p w:rsidR="000F1C8E" w:rsidRDefault="000F1C8E" w:rsidP="004C3D8E">
      <w:pPr>
        <w:ind w:left="8640" w:hanging="8640"/>
      </w:pPr>
    </w:p>
    <w:p w:rsidR="000F1C8E" w:rsidRDefault="000F1C8E" w:rsidP="004C3D8E">
      <w:pPr>
        <w:ind w:left="8640" w:hanging="8640"/>
      </w:pPr>
      <w:r>
        <w:tab/>
        <w:t xml:space="preserve"> </w:t>
      </w:r>
    </w:p>
    <w:sectPr w:rsidR="000F1C8E" w:rsidSect="00142D7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D2DA8"/>
    <w:multiLevelType w:val="hybridMultilevel"/>
    <w:tmpl w:val="7B48042C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712413"/>
    <w:multiLevelType w:val="hybridMultilevel"/>
    <w:tmpl w:val="1374BB3E"/>
    <w:lvl w:ilvl="0" w:tplc="3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024426D"/>
    <w:multiLevelType w:val="hybridMultilevel"/>
    <w:tmpl w:val="1A7AFB3A"/>
    <w:lvl w:ilvl="0" w:tplc="3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3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3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3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2D73"/>
    <w:rsid w:val="0006238B"/>
    <w:rsid w:val="000F1C8E"/>
    <w:rsid w:val="00142D73"/>
    <w:rsid w:val="00203E8D"/>
    <w:rsid w:val="00206FD0"/>
    <w:rsid w:val="00265ADB"/>
    <w:rsid w:val="004C3D8E"/>
    <w:rsid w:val="00525DA8"/>
    <w:rsid w:val="0063227B"/>
    <w:rsid w:val="006E24AB"/>
    <w:rsid w:val="00C2267C"/>
    <w:rsid w:val="00D31B99"/>
    <w:rsid w:val="00D95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FD0"/>
    <w:pPr>
      <w:jc w:val="both"/>
    </w:pPr>
    <w:rPr>
      <w:lang w:val="en-PH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42D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2D7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3227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203E8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158</Words>
  <Characters>903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ella</dc:creator>
  <cp:keywords/>
  <dc:description/>
  <cp:lastModifiedBy>Student</cp:lastModifiedBy>
  <cp:revision>2</cp:revision>
  <dcterms:created xsi:type="dcterms:W3CDTF">2012-07-12T01:01:00Z</dcterms:created>
  <dcterms:modified xsi:type="dcterms:W3CDTF">2012-07-12T01:01:00Z</dcterms:modified>
</cp:coreProperties>
</file>